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D4B57" w14:textId="41010E80" w:rsidR="00BB07E0" w:rsidRPr="00BB07E0" w:rsidRDefault="00112023" w:rsidP="00C94A4F">
      <w:pPr>
        <w:ind w:left="-540"/>
        <w:jc w:val="both"/>
        <w:rPr>
          <w:b/>
          <w:sz w:val="56"/>
          <w:szCs w:val="56"/>
        </w:rPr>
      </w:pPr>
      <w:bookmarkStart w:id="0" w:name="_GoBack"/>
      <w:r>
        <w:rPr>
          <w:noProof/>
          <w:sz w:val="56"/>
          <w:szCs w:val="56"/>
        </w:rPr>
        <mc:AlternateContent>
          <mc:Choice Requires="wps">
            <w:drawing>
              <wp:anchor distT="36576" distB="36576" distL="36576" distR="36576" simplePos="0" relativeHeight="251642880" behindDoc="0" locked="0" layoutInCell="1" allowOverlap="1" wp14:anchorId="4B2F947B" wp14:editId="7B602206">
                <wp:simplePos x="0" y="0"/>
                <wp:positionH relativeFrom="column">
                  <wp:posOffset>-333375</wp:posOffset>
                </wp:positionH>
                <wp:positionV relativeFrom="paragraph">
                  <wp:posOffset>390525</wp:posOffset>
                </wp:positionV>
                <wp:extent cx="6762750" cy="0"/>
                <wp:effectExtent l="9525" t="9525" r="9525" b="9525"/>
                <wp:wrapNone/>
                <wp:docPr id="2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2750" cy="0"/>
                        </a:xfrm>
                        <a:prstGeom prst="line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92A87C" id="Line 4" o:spid="_x0000_s1026" style="position:absolute;z-index:2516428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-26.25pt,30.75pt" to="506.25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" strokeweight="1.5pt">
                <v:stroke dashstyle="1 1" endcap="round"/>
                <v:shadow color="#ccc"/>
              </v:line>
            </w:pict>
          </mc:Fallback>
        </mc:AlternateContent>
      </w:r>
      <w:r w:rsidR="00BB07E0">
        <w:rPr>
          <w:b/>
          <w:sz w:val="56"/>
          <w:szCs w:val="56"/>
        </w:rPr>
        <w:t xml:space="preserve">General </w:t>
      </w:r>
      <w:r w:rsidR="00D03A0B">
        <w:rPr>
          <w:b/>
          <w:sz w:val="56"/>
          <w:szCs w:val="56"/>
        </w:rPr>
        <w:t xml:space="preserve">Business </w:t>
      </w:r>
      <w:r w:rsidR="00BB07E0">
        <w:rPr>
          <w:b/>
          <w:sz w:val="56"/>
          <w:szCs w:val="56"/>
        </w:rPr>
        <w:t>Ag</w:t>
      </w:r>
      <w:r w:rsidR="00B67EB1" w:rsidRPr="00BB07E0">
        <w:rPr>
          <w:b/>
          <w:sz w:val="56"/>
          <w:szCs w:val="56"/>
        </w:rPr>
        <w:t>reement</w:t>
      </w:r>
    </w:p>
    <w:p w14:paraId="2460401E" w14:textId="77777777" w:rsidR="00BB07E0" w:rsidRDefault="00112023" w:rsidP="005D32B8">
      <w:pPr>
        <w:tabs>
          <w:tab w:val="left" w:pos="4860"/>
          <w:tab w:val="left" w:pos="5715"/>
          <w:tab w:val="left" w:pos="8400"/>
          <w:tab w:val="right" w:pos="10440"/>
        </w:tabs>
        <w:ind w:left="-540" w:right="-1080"/>
      </w:pPr>
      <w:r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48000" behindDoc="0" locked="0" layoutInCell="1" allowOverlap="1" wp14:anchorId="32063D3C" wp14:editId="346806C8">
                <wp:simplePos x="0" y="0"/>
                <wp:positionH relativeFrom="column">
                  <wp:posOffset>-76200</wp:posOffset>
                </wp:positionH>
                <wp:positionV relativeFrom="paragraph">
                  <wp:posOffset>535940</wp:posOffset>
                </wp:positionV>
                <wp:extent cx="5553075" cy="0"/>
                <wp:effectExtent l="9525" t="12065" r="9525" b="6985"/>
                <wp:wrapNone/>
                <wp:docPr id="26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530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67C64F" id="Line 9" o:spid="_x0000_s1026" style="position:absolute;z-index:2516480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-6pt,42.2pt" to="431.25pt,4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">
                <v:shadow color="#ccc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43904" behindDoc="0" locked="0" layoutInCell="1" allowOverlap="1" wp14:anchorId="15D8F449" wp14:editId="3F204EE4">
                <wp:simplePos x="0" y="0"/>
                <wp:positionH relativeFrom="column">
                  <wp:posOffset>447675</wp:posOffset>
                </wp:positionH>
                <wp:positionV relativeFrom="paragraph">
                  <wp:posOffset>335915</wp:posOffset>
                </wp:positionV>
                <wp:extent cx="5343525" cy="0"/>
                <wp:effectExtent l="9525" t="12065" r="9525" b="6985"/>
                <wp:wrapNone/>
                <wp:docPr id="2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435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ECD41F" id="Line 5" o:spid="_x0000_s1026" style="position:absolute;z-index:2516439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35.25pt,26.45pt" to="456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">
                <v:shadow color="#ccc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44928" behindDoc="0" locked="0" layoutInCell="1" allowOverlap="1" wp14:anchorId="557F4769" wp14:editId="0EE36508">
                <wp:simplePos x="0" y="0"/>
                <wp:positionH relativeFrom="column">
                  <wp:posOffset>5553075</wp:posOffset>
                </wp:positionH>
                <wp:positionV relativeFrom="paragraph">
                  <wp:posOffset>145415</wp:posOffset>
                </wp:positionV>
                <wp:extent cx="619125" cy="0"/>
                <wp:effectExtent l="9525" t="12065" r="9525" b="6985"/>
                <wp:wrapNone/>
                <wp:docPr id="24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7B03CC" id="Line 6" o:spid="_x0000_s1026" style="position:absolute;z-index:2516449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437.25pt,11.45pt" to="486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">
                <v:shadow color="#ccc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45952" behindDoc="0" locked="0" layoutInCell="1" allowOverlap="1" wp14:anchorId="44A7AE3C" wp14:editId="6FD414D4">
                <wp:simplePos x="0" y="0"/>
                <wp:positionH relativeFrom="column">
                  <wp:posOffset>3143250</wp:posOffset>
                </wp:positionH>
                <wp:positionV relativeFrom="paragraph">
                  <wp:posOffset>145415</wp:posOffset>
                </wp:positionV>
                <wp:extent cx="2162175" cy="0"/>
                <wp:effectExtent l="9525" t="12065" r="9525" b="6985"/>
                <wp:wrapNone/>
                <wp:docPr id="2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DDE426" id="Line 7" o:spid="_x0000_s1026" style="position:absolute;z-index:2516459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47.5pt,11.45pt" to="417.7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">
                <v:shadow color="#ccc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46976" behindDoc="0" locked="0" layoutInCell="1" allowOverlap="1" wp14:anchorId="362FEB79" wp14:editId="67694E81">
                <wp:simplePos x="0" y="0"/>
                <wp:positionH relativeFrom="column">
                  <wp:posOffset>1447800</wp:posOffset>
                </wp:positionH>
                <wp:positionV relativeFrom="paragraph">
                  <wp:posOffset>145415</wp:posOffset>
                </wp:positionV>
                <wp:extent cx="1257300" cy="0"/>
                <wp:effectExtent l="9525" t="12065" r="9525" b="6985"/>
                <wp:wrapNone/>
                <wp:docPr id="2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4E7DD6" id="Line 8" o:spid="_x0000_s1026" style="position:absolute;z-index:2516469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14pt,11.45pt" to="213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">
                <v:shadow color="#ccc"/>
              </v:line>
            </w:pict>
          </mc:Fallback>
        </mc:AlternateContent>
      </w:r>
      <w:r w:rsidR="00BB07E0">
        <w:rPr>
          <w:b/>
          <w:sz w:val="24"/>
          <w:szCs w:val="24"/>
        </w:rPr>
        <w:t xml:space="preserve">THIS AGREEMENT </w:t>
      </w:r>
      <w:r w:rsidR="00BB07E0">
        <w:t>made this</w:t>
      </w:r>
      <w:r w:rsidR="005D32B8">
        <w:rPr>
          <w:sz w:val="44"/>
          <w:szCs w:val="44"/>
        </w:rPr>
        <w:t xml:space="preserve">                      </w:t>
      </w:r>
      <w:r w:rsidR="005D32B8">
        <w:t>day of</w:t>
      </w:r>
      <w:r w:rsidR="005D32B8">
        <w:rPr>
          <w:sz w:val="44"/>
          <w:szCs w:val="44"/>
        </w:rPr>
        <w:tab/>
      </w:r>
      <w:r w:rsidR="005D32B8">
        <w:rPr>
          <w:sz w:val="44"/>
          <w:szCs w:val="44"/>
        </w:rPr>
        <w:tab/>
      </w:r>
      <w:r w:rsidR="005D32B8">
        <w:t xml:space="preserve">, 20                   </w:t>
      </w:r>
      <w:proofErr w:type="gramStart"/>
      <w:r w:rsidR="005D32B8">
        <w:t xml:space="preserve">  ,</w:t>
      </w:r>
      <w:proofErr w:type="gramEnd"/>
      <w:r w:rsidR="005D32B8">
        <w:t xml:space="preserve"> by</w:t>
      </w:r>
      <w:r w:rsidR="008F21BE">
        <w:t xml:space="preserve"> and between                                                                                                                                                                            (First Party) and</w:t>
      </w:r>
      <w:r w:rsidR="004C7730">
        <w:t xml:space="preserve">                                                                                                                                                                                   (Second Party).</w:t>
      </w:r>
    </w:p>
    <w:p w14:paraId="1B888DE0" w14:textId="77777777" w:rsidR="004C7730" w:rsidRDefault="004C7730" w:rsidP="004C7730">
      <w:pPr>
        <w:tabs>
          <w:tab w:val="left" w:pos="4860"/>
          <w:tab w:val="left" w:pos="5715"/>
          <w:tab w:val="left" w:pos="8400"/>
          <w:tab w:val="right" w:pos="10440"/>
        </w:tabs>
        <w:ind w:left="-540" w:right="-1080"/>
      </w:pPr>
      <w:r>
        <w:rPr>
          <w:b/>
          <w:sz w:val="24"/>
          <w:szCs w:val="24"/>
        </w:rPr>
        <w:t>WITNESSETH</w:t>
      </w:r>
      <w:r>
        <w:t>: That in consideration of the mutual covenants and agreements to be kept and performed on the part        of said parties hereto, respectively as herein stated:</w:t>
      </w:r>
    </w:p>
    <w:p w14:paraId="60B78F15" w14:textId="77777777" w:rsidR="004C7730" w:rsidRDefault="00112023" w:rsidP="00C94A4F">
      <w:pPr>
        <w:pStyle w:val="ListParagraph"/>
        <w:numPr>
          <w:ilvl w:val="0"/>
          <w:numId w:val="2"/>
        </w:numPr>
        <w:tabs>
          <w:tab w:val="left" w:pos="-270"/>
          <w:tab w:val="left" w:pos="4860"/>
          <w:tab w:val="left" w:pos="5715"/>
          <w:tab w:val="left" w:pos="8400"/>
          <w:tab w:val="right" w:pos="10440"/>
        </w:tabs>
        <w:ind w:left="0" w:right="-1080"/>
        <w:jc w:val="both"/>
      </w:pPr>
      <w:r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49024" behindDoc="0" locked="0" layoutInCell="1" allowOverlap="1" wp14:anchorId="4DF5AAFD" wp14:editId="64AD9CFA">
                <wp:simplePos x="0" y="0"/>
                <wp:positionH relativeFrom="column">
                  <wp:posOffset>3333750</wp:posOffset>
                </wp:positionH>
                <wp:positionV relativeFrom="paragraph">
                  <wp:posOffset>123190</wp:posOffset>
                </wp:positionV>
                <wp:extent cx="3095625" cy="0"/>
                <wp:effectExtent l="9525" t="8890" r="9525" b="10160"/>
                <wp:wrapNone/>
                <wp:docPr id="21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956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767628" id="Line 10" o:spid="_x0000_s1026" style="position:absolute;z-index:2516490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62.5pt,9.7pt" to="506.2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">
                <v:shadow color="#ccc"/>
              </v:line>
            </w:pict>
          </mc:Fallback>
        </mc:AlternateContent>
      </w:r>
      <w:r w:rsidR="004C7730">
        <w:t>Said party of the first part covenants and agrees that it shall:</w:t>
      </w:r>
      <w:r w:rsidR="00C94A4F">
        <w:t xml:space="preserve">                                                                                                      </w:t>
      </w:r>
    </w:p>
    <w:p w14:paraId="7CF9081E" w14:textId="77777777" w:rsidR="00C94A4F" w:rsidRPr="004C7730" w:rsidRDefault="00112023" w:rsidP="00C94A4F">
      <w:pPr>
        <w:pStyle w:val="ListParagraph"/>
        <w:tabs>
          <w:tab w:val="left" w:pos="-270"/>
          <w:tab w:val="left" w:pos="4860"/>
          <w:tab w:val="left" w:pos="5715"/>
          <w:tab w:val="left" w:pos="8400"/>
          <w:tab w:val="right" w:pos="10440"/>
        </w:tabs>
        <w:ind w:left="0" w:right="-1080"/>
        <w:jc w:val="both"/>
      </w:pPr>
      <w:r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1072" behindDoc="0" locked="0" layoutInCell="1" allowOverlap="1" wp14:anchorId="736C0054" wp14:editId="11558ABC">
                <wp:simplePos x="0" y="0"/>
                <wp:positionH relativeFrom="column">
                  <wp:posOffset>-285750</wp:posOffset>
                </wp:positionH>
                <wp:positionV relativeFrom="paragraph">
                  <wp:posOffset>288925</wp:posOffset>
                </wp:positionV>
                <wp:extent cx="6715125" cy="0"/>
                <wp:effectExtent l="9525" t="12700" r="9525" b="6350"/>
                <wp:wrapNone/>
                <wp:docPr id="20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15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C9ACCB" id="Line 13" o:spid="_x0000_s1026" style="position:absolute;z-index:2516510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-22.5pt,22.75pt" to="506.25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">
                <v:shadow color="#ccc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0048" behindDoc="0" locked="0" layoutInCell="1" allowOverlap="1" wp14:anchorId="19B7F749" wp14:editId="41966CB5">
                <wp:simplePos x="0" y="0"/>
                <wp:positionH relativeFrom="column">
                  <wp:posOffset>-285750</wp:posOffset>
                </wp:positionH>
                <wp:positionV relativeFrom="paragraph">
                  <wp:posOffset>136525</wp:posOffset>
                </wp:positionV>
                <wp:extent cx="6715125" cy="0"/>
                <wp:effectExtent l="9525" t="12700" r="9525" b="6350"/>
                <wp:wrapNone/>
                <wp:docPr id="19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15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BD985E" id="Line 11" o:spid="_x0000_s1026" style="position:absolute;z-index:2516500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-22.5pt,10.75pt" to="506.2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">
                <v:shadow color="#ccc"/>
              </v:line>
            </w:pict>
          </mc:Fallback>
        </mc:AlternateContent>
      </w:r>
    </w:p>
    <w:p w14:paraId="78B971E3" w14:textId="77777777" w:rsidR="00C94A4F" w:rsidRDefault="00112023" w:rsidP="00C94A4F">
      <w:pPr>
        <w:tabs>
          <w:tab w:val="left" w:pos="5715"/>
        </w:tabs>
        <w:spacing w:line="240" w:lineRule="auto"/>
        <w:ind w:left="-540"/>
      </w:pPr>
      <w:r>
        <w:rPr>
          <w:noProof/>
        </w:rPr>
        <mc:AlternateContent>
          <mc:Choice Requires="wps">
            <w:drawing>
              <wp:anchor distT="36576" distB="36576" distL="36576" distR="36576" simplePos="0" relativeHeight="251653120" behindDoc="0" locked="0" layoutInCell="1" allowOverlap="1" wp14:anchorId="42D536A4" wp14:editId="089E1815">
                <wp:simplePos x="0" y="0"/>
                <wp:positionH relativeFrom="column">
                  <wp:posOffset>-285750</wp:posOffset>
                </wp:positionH>
                <wp:positionV relativeFrom="paragraph">
                  <wp:posOffset>270510</wp:posOffset>
                </wp:positionV>
                <wp:extent cx="6715125" cy="0"/>
                <wp:effectExtent l="9525" t="13335" r="9525" b="5715"/>
                <wp:wrapNone/>
                <wp:docPr id="18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15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34D509" id="Line 15" o:spid="_x0000_s1026" style="position:absolute;z-index:2516531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-22.5pt,21.3pt" to="506.25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"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2096" behindDoc="0" locked="0" layoutInCell="1" allowOverlap="1" wp14:anchorId="340EA3B0" wp14:editId="30AA6A69">
                <wp:simplePos x="0" y="0"/>
                <wp:positionH relativeFrom="column">
                  <wp:posOffset>-285750</wp:posOffset>
                </wp:positionH>
                <wp:positionV relativeFrom="paragraph">
                  <wp:posOffset>118110</wp:posOffset>
                </wp:positionV>
                <wp:extent cx="6715125" cy="0"/>
                <wp:effectExtent l="9525" t="13335" r="9525" b="5715"/>
                <wp:wrapNone/>
                <wp:docPr id="17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15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9B767A" id="Line 14" o:spid="_x0000_s1026" style="position:absolute;z-index:2516520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-22.5pt,9.3pt" to="506.2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">
                <v:shadow color="#ccc"/>
              </v:line>
            </w:pict>
          </mc:Fallback>
        </mc:AlternateContent>
      </w:r>
      <w:r w:rsidR="00C94A4F"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 w14:paraId="7D530F91" w14:textId="77777777" w:rsidR="00C94A4F" w:rsidRDefault="00C94A4F" w:rsidP="00C94A4F">
      <w:pPr>
        <w:tabs>
          <w:tab w:val="left" w:pos="5715"/>
        </w:tabs>
        <w:spacing w:line="240" w:lineRule="auto"/>
      </w:pPr>
    </w:p>
    <w:p w14:paraId="7689227C" w14:textId="77777777" w:rsidR="00C94A4F" w:rsidRDefault="00112023" w:rsidP="0061719E">
      <w:pPr>
        <w:tabs>
          <w:tab w:val="left" w:pos="5715"/>
        </w:tabs>
        <w:spacing w:line="240" w:lineRule="auto"/>
        <w:ind w:left="-540"/>
      </w:pPr>
      <w:r>
        <w:rPr>
          <w:noProof/>
        </w:rPr>
        <mc:AlternateContent>
          <mc:Choice Requires="wps">
            <w:drawing>
              <wp:anchor distT="36576" distB="36576" distL="36576" distR="36576" simplePos="0" relativeHeight="251654144" behindDoc="0" locked="0" layoutInCell="1" allowOverlap="1" wp14:anchorId="14C0FEF6" wp14:editId="4B01DB6A">
                <wp:simplePos x="0" y="0"/>
                <wp:positionH relativeFrom="column">
                  <wp:posOffset>3781425</wp:posOffset>
                </wp:positionH>
                <wp:positionV relativeFrom="paragraph">
                  <wp:posOffset>123190</wp:posOffset>
                </wp:positionV>
                <wp:extent cx="2647950" cy="0"/>
                <wp:effectExtent l="9525" t="8890" r="9525" b="10160"/>
                <wp:wrapNone/>
                <wp:docPr id="16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79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B9B37C" id="Line 16" o:spid="_x0000_s1026" style="position:absolute;z-index:2516541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97.75pt,9.7pt" to="506.2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">
                <v:shadow color="#ccc"/>
              </v:line>
            </w:pict>
          </mc:Fallback>
        </mc:AlternateContent>
      </w:r>
      <w:r w:rsidR="0061719E">
        <w:rPr>
          <w:b/>
        </w:rPr>
        <w:t>II</w:t>
      </w:r>
      <w:r w:rsidR="002C7298" w:rsidRPr="00C94A4F">
        <w:rPr>
          <w:b/>
        </w:rPr>
        <w:t>.</w:t>
      </w:r>
      <w:r w:rsidR="002C7298">
        <w:t xml:space="preserve"> And</w:t>
      </w:r>
      <w:r w:rsidR="00C94A4F">
        <w:t xml:space="preserve"> said party of the second part covenants and agrees that it shall:</w:t>
      </w:r>
      <w:r w:rsidR="0061719E">
        <w:t xml:space="preserve">                                                                                     </w:t>
      </w:r>
    </w:p>
    <w:p w14:paraId="05FCF625" w14:textId="77777777" w:rsidR="0061719E" w:rsidRPr="00C94A4F" w:rsidRDefault="00112023" w:rsidP="00C94A4F">
      <w:pPr>
        <w:tabs>
          <w:tab w:val="left" w:pos="5715"/>
        </w:tabs>
        <w:spacing w:line="240" w:lineRule="auto"/>
        <w:ind w:left="-450"/>
      </w:pPr>
      <w:r>
        <w:rPr>
          <w:noProof/>
        </w:rPr>
        <mc:AlternateContent>
          <mc:Choice Requires="wps">
            <w:drawing>
              <wp:anchor distT="36576" distB="36576" distL="36576" distR="36576" simplePos="0" relativeHeight="251656192" behindDoc="0" locked="0" layoutInCell="1" allowOverlap="1" wp14:anchorId="214B4641" wp14:editId="5FD2EFCC">
                <wp:simplePos x="0" y="0"/>
                <wp:positionH relativeFrom="column">
                  <wp:posOffset>-285750</wp:posOffset>
                </wp:positionH>
                <wp:positionV relativeFrom="paragraph">
                  <wp:posOffset>187325</wp:posOffset>
                </wp:positionV>
                <wp:extent cx="6715125" cy="0"/>
                <wp:effectExtent l="9525" t="6350" r="9525" b="12700"/>
                <wp:wrapNone/>
                <wp:docPr id="1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15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4B12B7" id="Line 18" o:spid="_x0000_s1026" style="position:absolute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-22.5pt,14.75pt" to="506.25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"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5168" behindDoc="0" locked="0" layoutInCell="1" allowOverlap="1" wp14:anchorId="3A464A30" wp14:editId="3598EE8D">
                <wp:simplePos x="0" y="0"/>
                <wp:positionH relativeFrom="column">
                  <wp:posOffset>-285750</wp:posOffset>
                </wp:positionH>
                <wp:positionV relativeFrom="paragraph">
                  <wp:posOffset>34925</wp:posOffset>
                </wp:positionV>
                <wp:extent cx="6715125" cy="0"/>
                <wp:effectExtent l="9525" t="6350" r="9525" b="12700"/>
                <wp:wrapNone/>
                <wp:docPr id="14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15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960088" id="Line 17" o:spid="_x0000_s1026" style="position:absolute;z-index:2516551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-22.5pt,2.75pt" to="506.2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">
                <v:shadow color="#ccc"/>
              </v:line>
            </w:pict>
          </mc:Fallback>
        </mc:AlternateContent>
      </w:r>
    </w:p>
    <w:p w14:paraId="547BB019" w14:textId="77777777" w:rsidR="00C94A4F" w:rsidRDefault="00112023" w:rsidP="0061719E">
      <w:pPr>
        <w:pStyle w:val="ListParagraph"/>
        <w:tabs>
          <w:tab w:val="left" w:pos="5715"/>
        </w:tabs>
        <w:spacing w:line="240" w:lineRule="auto"/>
        <w:ind w:left="-450"/>
        <w:jc w:val="both"/>
      </w:pPr>
      <w:r>
        <w:rPr>
          <w:noProof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 wp14:anchorId="47046C44" wp14:editId="0FBA4CC4">
                <wp:simplePos x="0" y="0"/>
                <wp:positionH relativeFrom="column">
                  <wp:posOffset>-285750</wp:posOffset>
                </wp:positionH>
                <wp:positionV relativeFrom="paragraph">
                  <wp:posOffset>194945</wp:posOffset>
                </wp:positionV>
                <wp:extent cx="6715125" cy="0"/>
                <wp:effectExtent l="9525" t="13970" r="9525" b="5080"/>
                <wp:wrapNone/>
                <wp:docPr id="13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15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48EE70" id="Line 20" o:spid="_x0000_s1026" style="position:absolute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-22.5pt,15.35pt" to="506.2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"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7216" behindDoc="0" locked="0" layoutInCell="1" allowOverlap="1" wp14:anchorId="791FA96E" wp14:editId="4EB3E3EF">
                <wp:simplePos x="0" y="0"/>
                <wp:positionH relativeFrom="column">
                  <wp:posOffset>-285750</wp:posOffset>
                </wp:positionH>
                <wp:positionV relativeFrom="paragraph">
                  <wp:posOffset>42545</wp:posOffset>
                </wp:positionV>
                <wp:extent cx="6715125" cy="0"/>
                <wp:effectExtent l="9525" t="13970" r="9525" b="5080"/>
                <wp:wrapNone/>
                <wp:docPr id="12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15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F8CD6C" id="Line 19" o:spid="_x0000_s1026" style="position:absolute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-22.5pt,3.35pt" to="506.2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">
                <v:shadow color="#ccc"/>
              </v:line>
            </w:pict>
          </mc:Fallback>
        </mc:AlternateContent>
      </w:r>
      <w:r w:rsidR="002C7298"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14:paraId="281F93F0" w14:textId="77777777" w:rsidR="002C7298" w:rsidRDefault="002C7298" w:rsidP="0061719E">
      <w:pPr>
        <w:pStyle w:val="ListParagraph"/>
        <w:tabs>
          <w:tab w:val="left" w:pos="5715"/>
        </w:tabs>
        <w:spacing w:line="240" w:lineRule="auto"/>
        <w:ind w:left="-450"/>
        <w:jc w:val="both"/>
      </w:pPr>
    </w:p>
    <w:p w14:paraId="5E7B2465" w14:textId="77777777" w:rsidR="002C7298" w:rsidRDefault="002C7298" w:rsidP="0061719E">
      <w:pPr>
        <w:pStyle w:val="ListParagraph"/>
        <w:tabs>
          <w:tab w:val="left" w:pos="5715"/>
        </w:tabs>
        <w:spacing w:line="240" w:lineRule="auto"/>
        <w:ind w:left="-450"/>
        <w:jc w:val="both"/>
      </w:pPr>
    </w:p>
    <w:p w14:paraId="35301819" w14:textId="77777777" w:rsidR="002C7298" w:rsidRDefault="00112023" w:rsidP="002C7298">
      <w:pPr>
        <w:tabs>
          <w:tab w:val="left" w:pos="5715"/>
        </w:tabs>
        <w:spacing w:line="240" w:lineRule="auto"/>
        <w:ind w:left="-540"/>
        <w:jc w:val="both"/>
      </w:pPr>
      <w:r>
        <w:rPr>
          <w:b/>
          <w:noProof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663C3525" wp14:editId="2ECFA6CE">
                <wp:simplePos x="0" y="0"/>
                <wp:positionH relativeFrom="column">
                  <wp:posOffset>-285750</wp:posOffset>
                </wp:positionH>
                <wp:positionV relativeFrom="paragraph">
                  <wp:posOffset>832485</wp:posOffset>
                </wp:positionV>
                <wp:extent cx="6715125" cy="0"/>
                <wp:effectExtent l="9525" t="13335" r="9525" b="5715"/>
                <wp:wrapNone/>
                <wp:docPr id="11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15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CF8A00" id="Line 25" o:spid="_x0000_s1026" style="position:absolute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-22.5pt,65.55pt" to="506.25pt,6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">
                <v:shadow color="#ccc"/>
              </v:lin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6F3F08EC" wp14:editId="604628A3">
                <wp:simplePos x="0" y="0"/>
                <wp:positionH relativeFrom="column">
                  <wp:posOffset>-285750</wp:posOffset>
                </wp:positionH>
                <wp:positionV relativeFrom="paragraph">
                  <wp:posOffset>661035</wp:posOffset>
                </wp:positionV>
                <wp:extent cx="6715125" cy="0"/>
                <wp:effectExtent l="9525" t="13335" r="9525" b="5715"/>
                <wp:wrapNone/>
                <wp:docPr id="10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15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7314A0" id="Line 24" o:spid="_x0000_s1026" style="position:absolute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-22.5pt,52.05pt" to="506.25pt,5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">
                <v:shadow color="#ccc"/>
              </v:lin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7E91EC6C" wp14:editId="3F27EB10">
                <wp:simplePos x="0" y="0"/>
                <wp:positionH relativeFrom="column">
                  <wp:posOffset>-285750</wp:posOffset>
                </wp:positionH>
                <wp:positionV relativeFrom="paragraph">
                  <wp:posOffset>508635</wp:posOffset>
                </wp:positionV>
                <wp:extent cx="6715125" cy="0"/>
                <wp:effectExtent l="9525" t="13335" r="9525" b="5715"/>
                <wp:wrapNone/>
                <wp:docPr id="9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15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8BC533" id="Line 23" o:spid="_x0000_s1026" style="position:absolute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-22.5pt,40.05pt" to="506.25pt,4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">
                <v:shadow color="#ccc"/>
              </v:lin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79719A27" wp14:editId="1633C61A">
                <wp:simplePos x="0" y="0"/>
                <wp:positionH relativeFrom="column">
                  <wp:posOffset>-285750</wp:posOffset>
                </wp:positionH>
                <wp:positionV relativeFrom="paragraph">
                  <wp:posOffset>356235</wp:posOffset>
                </wp:positionV>
                <wp:extent cx="6715125" cy="0"/>
                <wp:effectExtent l="9525" t="13335" r="9525" b="5715"/>
                <wp:wrapNone/>
                <wp:docPr id="8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15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30426B" id="Line 22" o:spid="_x0000_s1026" style="position:absolute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-22.5pt,28.05pt" to="506.25pt,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">
                <v:shadow color="#ccc"/>
              </v:lin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5B4397B4" wp14:editId="4B1FC070">
                <wp:simplePos x="0" y="0"/>
                <wp:positionH relativeFrom="column">
                  <wp:posOffset>3190875</wp:posOffset>
                </wp:positionH>
                <wp:positionV relativeFrom="paragraph">
                  <wp:posOffset>127635</wp:posOffset>
                </wp:positionV>
                <wp:extent cx="3238500" cy="0"/>
                <wp:effectExtent l="9525" t="13335" r="9525" b="5715"/>
                <wp:wrapNone/>
                <wp:docPr id="7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C981D2" id="Line 21" o:spid="_x0000_s1026" style="position:absolute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51.25pt,10.05pt" to="506.2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">
                <v:shadow color="#ccc"/>
              </v:line>
            </w:pict>
          </mc:Fallback>
        </mc:AlternateContent>
      </w:r>
      <w:r w:rsidR="002C7298" w:rsidRPr="002C7298">
        <w:rPr>
          <w:b/>
        </w:rPr>
        <w:t>III.</w:t>
      </w:r>
      <w:r w:rsidR="002C7298">
        <w:t xml:space="preserve"> Other terms to be observed by and between the parties:</w:t>
      </w:r>
    </w:p>
    <w:p w14:paraId="11195605" w14:textId="77777777" w:rsidR="002C7298" w:rsidRDefault="002C7298" w:rsidP="002C7298">
      <w:pPr>
        <w:tabs>
          <w:tab w:val="left" w:pos="5715"/>
        </w:tabs>
        <w:spacing w:line="240" w:lineRule="auto"/>
        <w:ind w:left="-540"/>
        <w:jc w:val="both"/>
      </w:pPr>
    </w:p>
    <w:p w14:paraId="1405B69D" w14:textId="77777777" w:rsidR="002C7298" w:rsidRDefault="002C7298" w:rsidP="002C7298">
      <w:pPr>
        <w:tabs>
          <w:tab w:val="left" w:pos="5715"/>
        </w:tabs>
        <w:spacing w:line="240" w:lineRule="auto"/>
        <w:ind w:left="-540"/>
        <w:jc w:val="both"/>
      </w:pPr>
    </w:p>
    <w:p w14:paraId="3A3B72BD" w14:textId="77777777" w:rsidR="002C7298" w:rsidRDefault="002C7298" w:rsidP="002C7298">
      <w:pPr>
        <w:tabs>
          <w:tab w:val="left" w:pos="5715"/>
        </w:tabs>
        <w:spacing w:line="240" w:lineRule="auto"/>
        <w:ind w:left="-540"/>
        <w:jc w:val="both"/>
      </w:pPr>
    </w:p>
    <w:p w14:paraId="15AD7E00" w14:textId="77777777" w:rsidR="002C7298" w:rsidRDefault="00112023" w:rsidP="002C7298">
      <w:pPr>
        <w:tabs>
          <w:tab w:val="left" w:pos="5715"/>
        </w:tabs>
        <w:spacing w:line="240" w:lineRule="auto"/>
        <w:ind w:left="-540" w:right="-54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C265FAF" wp14:editId="07316BA2">
                <wp:simplePos x="0" y="0"/>
                <wp:positionH relativeFrom="column">
                  <wp:posOffset>6353175</wp:posOffset>
                </wp:positionH>
                <wp:positionV relativeFrom="paragraph">
                  <wp:posOffset>118745</wp:posOffset>
                </wp:positionV>
                <wp:extent cx="342900" cy="352425"/>
                <wp:effectExtent l="0" t="4445" r="0" b="0"/>
                <wp:wrapNone/>
                <wp:docPr id="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358DB7" w14:textId="77777777" w:rsidR="004D342A" w:rsidRDefault="004D342A"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265FAF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left:0;text-align:left;margin-left:500.25pt;margin-top:9.35pt;width:27pt;height:27.7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" stroked="f">
                <v:textbox>
                  <w:txbxContent>
                    <w:p w14:paraId="31358DB7" w14:textId="77777777" w:rsidR="004D342A" w:rsidRDefault="004D342A"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0DFADC07" wp14:editId="6BD7B888">
                <wp:simplePos x="0" y="0"/>
                <wp:positionH relativeFrom="column">
                  <wp:posOffset>5257800</wp:posOffset>
                </wp:positionH>
                <wp:positionV relativeFrom="paragraph">
                  <wp:posOffset>290195</wp:posOffset>
                </wp:positionV>
                <wp:extent cx="1171575" cy="0"/>
                <wp:effectExtent l="9525" t="13970" r="9525" b="5080"/>
                <wp:wrapNone/>
                <wp:docPr id="5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71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DF3AF9" id="Line 26" o:spid="_x0000_s1026" style="position:absolute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414pt,22.85pt" to="506.25pt,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">
                <v:shadow color="#ccc"/>
              </v:line>
            </w:pict>
          </mc:Fallback>
        </mc:AlternateContent>
      </w:r>
      <w:r w:rsidR="002C7298">
        <w:t>This agreement shall be binding upon the parties, their successors, assigns and personal representatives. Time is of the essence on all undertakings. This agreement shall be enforced</w:t>
      </w:r>
      <w:r w:rsidR="004D342A">
        <w:t xml:space="preserve"> under the laws of the state of                                            </w:t>
      </w:r>
    </w:p>
    <w:p w14:paraId="3BC78876" w14:textId="77777777" w:rsidR="004D342A" w:rsidRDefault="004D342A" w:rsidP="002C7298">
      <w:pPr>
        <w:tabs>
          <w:tab w:val="left" w:pos="5715"/>
        </w:tabs>
        <w:spacing w:line="240" w:lineRule="auto"/>
        <w:ind w:left="-540" w:right="-540"/>
        <w:jc w:val="both"/>
      </w:pPr>
    </w:p>
    <w:p w14:paraId="70CAF520" w14:textId="77777777" w:rsidR="004D342A" w:rsidRDefault="004D342A" w:rsidP="002C7298">
      <w:pPr>
        <w:tabs>
          <w:tab w:val="left" w:pos="5715"/>
        </w:tabs>
        <w:spacing w:line="240" w:lineRule="auto"/>
        <w:ind w:left="-540" w:right="-540"/>
        <w:jc w:val="both"/>
      </w:pPr>
      <w:r>
        <w:t>This is the entire agreement.</w:t>
      </w:r>
    </w:p>
    <w:p w14:paraId="352AB9CC" w14:textId="77777777" w:rsidR="004D342A" w:rsidRDefault="004D342A" w:rsidP="002C7298">
      <w:pPr>
        <w:tabs>
          <w:tab w:val="left" w:pos="5715"/>
        </w:tabs>
        <w:spacing w:line="240" w:lineRule="auto"/>
        <w:ind w:left="-540" w:right="-540"/>
        <w:jc w:val="both"/>
      </w:pPr>
      <w:r>
        <w:t>Signed the day and year first written above.</w:t>
      </w:r>
    </w:p>
    <w:p w14:paraId="4326939C" w14:textId="77777777" w:rsidR="004D342A" w:rsidRDefault="004D342A" w:rsidP="002C7298">
      <w:pPr>
        <w:tabs>
          <w:tab w:val="left" w:pos="5715"/>
        </w:tabs>
        <w:spacing w:line="240" w:lineRule="auto"/>
        <w:ind w:left="-540" w:right="-540"/>
        <w:jc w:val="both"/>
      </w:pPr>
      <w:r>
        <w:t>Signed in the presence of:</w:t>
      </w:r>
    </w:p>
    <w:p w14:paraId="39F9B2F8" w14:textId="77777777" w:rsidR="004D342A" w:rsidRDefault="004D342A" w:rsidP="002C7298">
      <w:pPr>
        <w:tabs>
          <w:tab w:val="left" w:pos="5715"/>
        </w:tabs>
        <w:spacing w:line="240" w:lineRule="auto"/>
        <w:ind w:left="-540" w:right="-540"/>
        <w:jc w:val="both"/>
      </w:pPr>
    </w:p>
    <w:p w14:paraId="3B53B221" w14:textId="77777777" w:rsidR="004D342A" w:rsidRDefault="00112023" w:rsidP="004D342A">
      <w:pPr>
        <w:tabs>
          <w:tab w:val="left" w:pos="5715"/>
        </w:tabs>
        <w:spacing w:line="240" w:lineRule="auto"/>
        <w:ind w:left="-540" w:right="-540"/>
        <w:jc w:val="both"/>
      </w:pPr>
      <w:r>
        <w:rPr>
          <w:noProof/>
        </w:rPr>
        <mc:AlternateContent>
          <mc:Choice Requires="wps">
            <w:drawing>
              <wp:anchor distT="36576" distB="36576" distL="36576" distR="36576" simplePos="0" relativeHeight="251668480" behindDoc="0" locked="0" layoutInCell="1" allowOverlap="1" wp14:anchorId="4DCF17E4" wp14:editId="1CD4619E">
                <wp:simplePos x="0" y="0"/>
                <wp:positionH relativeFrom="column">
                  <wp:posOffset>3381375</wp:posOffset>
                </wp:positionH>
                <wp:positionV relativeFrom="paragraph">
                  <wp:posOffset>146050</wp:posOffset>
                </wp:positionV>
                <wp:extent cx="2314575" cy="0"/>
                <wp:effectExtent l="9525" t="12700" r="9525" b="6350"/>
                <wp:wrapNone/>
                <wp:docPr id="4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14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69AABD" id="Line 30" o:spid="_x0000_s1026" style="position:absolute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66.25pt,11.5pt" to="448.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"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 wp14:anchorId="1AB1B16F" wp14:editId="2DF0AA4B">
                <wp:simplePos x="0" y="0"/>
                <wp:positionH relativeFrom="column">
                  <wp:posOffset>200025</wp:posOffset>
                </wp:positionH>
                <wp:positionV relativeFrom="paragraph">
                  <wp:posOffset>146050</wp:posOffset>
                </wp:positionV>
                <wp:extent cx="2019300" cy="0"/>
                <wp:effectExtent l="9525" t="12700" r="9525" b="6350"/>
                <wp:wrapNone/>
                <wp:docPr id="3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F85D48" id="Line 28" o:spid="_x0000_s1026" style="position:absolute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5.75pt,11.5pt" to="174.7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">
                <v:shadow color="#ccc"/>
              </v:line>
            </w:pict>
          </mc:Fallback>
        </mc:AlternateContent>
      </w:r>
      <w:r w:rsidR="004D342A">
        <w:t>Witness:                                                                                 First Party:</w:t>
      </w:r>
    </w:p>
    <w:p w14:paraId="14E57442" w14:textId="77777777" w:rsidR="004D342A" w:rsidRDefault="00112023" w:rsidP="002C7298">
      <w:pPr>
        <w:tabs>
          <w:tab w:val="left" w:pos="5715"/>
        </w:tabs>
        <w:spacing w:line="240" w:lineRule="auto"/>
        <w:ind w:left="-540" w:right="-540"/>
        <w:jc w:val="both"/>
      </w:pPr>
      <w:r>
        <w:rPr>
          <w:noProof/>
        </w:rPr>
        <mc:AlternateContent>
          <mc:Choice Requires="wps">
            <w:drawing>
              <wp:anchor distT="36576" distB="36576" distL="36576" distR="36576" simplePos="0" relativeHeight="251669504" behindDoc="0" locked="0" layoutInCell="1" allowOverlap="1" wp14:anchorId="04C1D737" wp14:editId="1B6A15E6">
                <wp:simplePos x="0" y="0"/>
                <wp:positionH relativeFrom="column">
                  <wp:posOffset>3533775</wp:posOffset>
                </wp:positionH>
                <wp:positionV relativeFrom="paragraph">
                  <wp:posOffset>134620</wp:posOffset>
                </wp:positionV>
                <wp:extent cx="2162175" cy="0"/>
                <wp:effectExtent l="9525" t="10795" r="9525" b="8255"/>
                <wp:wrapNone/>
                <wp:docPr id="2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F215B1" id="Line 31" o:spid="_x0000_s1026" style="position:absolute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78.25pt,10.6pt" to="448.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"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7456" behindDoc="0" locked="0" layoutInCell="1" allowOverlap="1" wp14:anchorId="4FD6E5E1" wp14:editId="023DD3F7">
                <wp:simplePos x="0" y="0"/>
                <wp:positionH relativeFrom="column">
                  <wp:posOffset>200025</wp:posOffset>
                </wp:positionH>
                <wp:positionV relativeFrom="paragraph">
                  <wp:posOffset>134620</wp:posOffset>
                </wp:positionV>
                <wp:extent cx="2019300" cy="0"/>
                <wp:effectExtent l="9525" t="10795" r="9525" b="8255"/>
                <wp:wrapNone/>
                <wp:docPr id="1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E69EC6" id="Line 29" o:spid="_x0000_s1026" style="position:absolute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5.75pt,10.6pt" to="174.7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">
                <v:shadow color="#ccc"/>
              </v:line>
            </w:pict>
          </mc:Fallback>
        </mc:AlternateContent>
      </w:r>
      <w:r w:rsidR="004D342A">
        <w:t xml:space="preserve">Witness:                                                                              </w:t>
      </w:r>
      <w:r w:rsidR="00CC2FB1">
        <w:t xml:space="preserve">   Second Party:</w:t>
      </w:r>
    </w:p>
    <w:p w14:paraId="41A9BA67" w14:textId="77777777" w:rsidR="004D342A" w:rsidRDefault="004D342A" w:rsidP="002C7298">
      <w:pPr>
        <w:tabs>
          <w:tab w:val="left" w:pos="5715"/>
        </w:tabs>
        <w:spacing w:line="240" w:lineRule="auto"/>
        <w:ind w:left="-540" w:right="-540"/>
        <w:jc w:val="both"/>
      </w:pPr>
    </w:p>
    <w:p w14:paraId="2760E4A0" w14:textId="77777777" w:rsidR="002C7298" w:rsidRPr="002C7298" w:rsidRDefault="00396F6D" w:rsidP="002C7298">
      <w:pPr>
        <w:tabs>
          <w:tab w:val="left" w:pos="5715"/>
        </w:tabs>
        <w:spacing w:line="240" w:lineRule="auto"/>
        <w:ind w:left="-540" w:right="-720"/>
        <w:jc w:val="both"/>
      </w:pPr>
      <w:r>
        <w:rPr>
          <w:sz w:val="16"/>
          <w:szCs w:val="16"/>
        </w:rPr>
        <w:t xml:space="preserve"> </w:t>
      </w:r>
      <w:bookmarkEnd w:id="0"/>
    </w:p>
    <w:sectPr w:rsidR="002C7298" w:rsidRPr="002C7298" w:rsidSect="008F21BE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E462E"/>
    <w:multiLevelType w:val="hybridMultilevel"/>
    <w:tmpl w:val="6F964A84"/>
    <w:lvl w:ilvl="0" w:tplc="14FA0AC4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DC5790"/>
    <w:multiLevelType w:val="hybridMultilevel"/>
    <w:tmpl w:val="D86E857A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081961"/>
    <w:multiLevelType w:val="hybridMultilevel"/>
    <w:tmpl w:val="242ACEC8"/>
    <w:lvl w:ilvl="0" w:tplc="53A07F5A">
      <w:start w:val="1"/>
      <w:numFmt w:val="upperRoman"/>
      <w:lvlText w:val="%1."/>
      <w:lvlJc w:val="right"/>
      <w:pPr>
        <w:ind w:left="1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 w15:restartNumberingAfterBreak="0">
    <w:nsid w:val="32203FD2"/>
    <w:multiLevelType w:val="hybridMultilevel"/>
    <w:tmpl w:val="4C7A5770"/>
    <w:lvl w:ilvl="0" w:tplc="04090013">
      <w:start w:val="1"/>
      <w:numFmt w:val="upperRoman"/>
      <w:lvlText w:val="%1."/>
      <w:lvlJc w:val="right"/>
      <w:pPr>
        <w:ind w:left="180" w:hanging="360"/>
      </w:p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4" w15:restartNumberingAfterBreak="0">
    <w:nsid w:val="4954503D"/>
    <w:multiLevelType w:val="hybridMultilevel"/>
    <w:tmpl w:val="13CE20D6"/>
    <w:lvl w:ilvl="0" w:tplc="04090013">
      <w:start w:val="1"/>
      <w:numFmt w:val="upperRoman"/>
      <w:lvlText w:val="%1."/>
      <w:lvlJc w:val="right"/>
      <w:pPr>
        <w:ind w:left="180" w:hanging="360"/>
      </w:p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5" w15:restartNumberingAfterBreak="0">
    <w:nsid w:val="6B0850C7"/>
    <w:multiLevelType w:val="hybridMultilevel"/>
    <w:tmpl w:val="36282128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023"/>
    <w:rsid w:val="00001EC5"/>
    <w:rsid w:val="00112023"/>
    <w:rsid w:val="001447B5"/>
    <w:rsid w:val="002324E4"/>
    <w:rsid w:val="002C7298"/>
    <w:rsid w:val="00306AD6"/>
    <w:rsid w:val="0035014D"/>
    <w:rsid w:val="00396F6D"/>
    <w:rsid w:val="003E0F60"/>
    <w:rsid w:val="004A1B2C"/>
    <w:rsid w:val="004C7730"/>
    <w:rsid w:val="004D342A"/>
    <w:rsid w:val="004E1F86"/>
    <w:rsid w:val="0055174C"/>
    <w:rsid w:val="005D32B8"/>
    <w:rsid w:val="0061719E"/>
    <w:rsid w:val="00736688"/>
    <w:rsid w:val="00837CD5"/>
    <w:rsid w:val="008B7C8F"/>
    <w:rsid w:val="008F21BE"/>
    <w:rsid w:val="00900117"/>
    <w:rsid w:val="00905F75"/>
    <w:rsid w:val="00A520B5"/>
    <w:rsid w:val="00B43235"/>
    <w:rsid w:val="00B67EB1"/>
    <w:rsid w:val="00BB07E0"/>
    <w:rsid w:val="00C04027"/>
    <w:rsid w:val="00C376A6"/>
    <w:rsid w:val="00C94A4F"/>
    <w:rsid w:val="00CC2FB1"/>
    <w:rsid w:val="00CC5AEE"/>
    <w:rsid w:val="00D03A0B"/>
    <w:rsid w:val="00E6458C"/>
    <w:rsid w:val="00F242EE"/>
    <w:rsid w:val="00FA004E"/>
    <w:rsid w:val="00FF6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F5A87"/>
  <w15:docId w15:val="{6A01056E-1076-44C2-8310-178C023C5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E0F6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7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wner\AppData\Roaming\Microsoft\Templates\TP03000634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33" ma:contentTypeDescription="Create a new document." ma:contentTypeScope="" ma:versionID="37d3ec2b48d53e45b233ad8f52fe1b11"/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4D993-37B6-49F0-A475-39A5CD944044}">
  <ds:schemaRefs>
    <ds:schemaRef ds:uri="http://schemas.microsoft.com/office/2006/metadata/contentType"/>
    <ds:schemaRef ds:uri="http://schemas.microsoft.com/office/2006/metadata/properties/metaAttributes"/>
  </ds:schemaRefs>
</ds:datastoreItem>
</file>

<file path=customXml/itemProps2.xml><?xml version="1.0" encoding="utf-8"?>
<ds:datastoreItem xmlns:ds="http://schemas.openxmlformats.org/officeDocument/2006/customXml" ds:itemID="{3E3C6628-7A1F-4DFC-A53E-A24C647B67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4B217C-219B-47FF-A6B5-421E533C1D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A4850B8-AFF8-4927-B166-B846893AE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TP030006341.dotx</Template>
  <TotalTime>1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Muhammad Khalid Farooq</cp:lastModifiedBy>
  <cp:revision>2</cp:revision>
  <dcterms:created xsi:type="dcterms:W3CDTF">2019-10-27T20:05:00Z</dcterms:created>
  <dcterms:modified xsi:type="dcterms:W3CDTF">2019-10-27T20:05:00Z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TC300063419990</vt:lpwstr>
  </property>
</Properties>
</file>